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0F316E" w14:textId="5896B131" w:rsidR="00141543" w:rsidRPr="00974F40" w:rsidRDefault="00141543" w:rsidP="00974F40">
      <w:pPr>
        <w:rPr>
          <w:rFonts w:ascii="Gill Sans MT" w:hAnsi="Gill Sans MT"/>
        </w:rPr>
      </w:pPr>
    </w:p>
    <w:p w14:paraId="4EB0CBE5" w14:textId="4F82ED9E" w:rsidR="00974F40" w:rsidRPr="00974F40" w:rsidRDefault="00974F40" w:rsidP="00974F40">
      <w:pPr>
        <w:jc w:val="center"/>
        <w:rPr>
          <w:rFonts w:ascii="Gill Sans MT" w:hAnsi="Gill Sans MT" w:cs="Arial"/>
          <w:b/>
        </w:rPr>
      </w:pPr>
    </w:p>
    <w:p w14:paraId="6F8AFE2F" w14:textId="77777777" w:rsidR="00974F40" w:rsidRPr="00974F40" w:rsidRDefault="00974F40" w:rsidP="00974F40">
      <w:pPr>
        <w:jc w:val="center"/>
        <w:rPr>
          <w:rFonts w:ascii="Gill Sans MT" w:hAnsi="Gill Sans MT" w:cs="Arial"/>
          <w:b/>
        </w:rPr>
      </w:pPr>
      <w:r w:rsidRPr="00974F40">
        <w:rPr>
          <w:rFonts w:ascii="Gill Sans MT" w:hAnsi="Gill Sans MT" w:cs="Arial"/>
          <w:b/>
        </w:rPr>
        <w:t>Intent to Bid</w:t>
      </w:r>
    </w:p>
    <w:p w14:paraId="424643CA" w14:textId="77777777" w:rsidR="00974F40" w:rsidRPr="00974F40" w:rsidRDefault="00974F40" w:rsidP="00974F40">
      <w:pPr>
        <w:jc w:val="center"/>
        <w:rPr>
          <w:rFonts w:ascii="Gill Sans MT" w:hAnsi="Gill Sans MT" w:cs="Arial"/>
          <w:b/>
        </w:rPr>
      </w:pPr>
    </w:p>
    <w:p w14:paraId="1CA379D2" w14:textId="60B3A3D6" w:rsidR="00974F40" w:rsidRDefault="00AF3F14" w:rsidP="00A34990">
      <w:pPr>
        <w:rPr>
          <w:rFonts w:ascii="Gill Sans MT" w:hAnsi="Gill Sans MT" w:cs="Arial"/>
          <w:b/>
        </w:rPr>
      </w:pPr>
      <w:r>
        <w:rPr>
          <w:rFonts w:ascii="Gill Sans MT" w:hAnsi="Gill Sans MT" w:cs="Arial"/>
          <w:b/>
        </w:rPr>
        <w:t xml:space="preserve">ITB Reference # </w:t>
      </w:r>
      <w:r w:rsidR="00ED2BD2" w:rsidRPr="00ED2BD2">
        <w:rPr>
          <w:rFonts w:ascii="Gill Sans MT" w:hAnsi="Gill Sans MT" w:cs="Arial"/>
          <w:b/>
        </w:rPr>
        <w:t>16</w:t>
      </w:r>
      <w:r w:rsidR="00A34990">
        <w:rPr>
          <w:rFonts w:ascii="Gill Sans MT" w:hAnsi="Gill Sans MT" w:cs="Arial"/>
          <w:b/>
        </w:rPr>
        <w:t>72977</w:t>
      </w:r>
    </w:p>
    <w:p w14:paraId="644716D1" w14:textId="77777777" w:rsidR="00544E72" w:rsidRDefault="00544E72" w:rsidP="00092982">
      <w:pPr>
        <w:rPr>
          <w:rFonts w:ascii="Gill Sans MT" w:hAnsi="Gill Sans MT" w:cs="Arial"/>
          <w:b/>
        </w:rPr>
      </w:pPr>
    </w:p>
    <w:p w14:paraId="5C12114D" w14:textId="315CEBB1" w:rsidR="00092982" w:rsidRPr="00974F40" w:rsidRDefault="00092982" w:rsidP="00092982">
      <w:pPr>
        <w:rPr>
          <w:rFonts w:ascii="Gill Sans MT" w:hAnsi="Gill Sans MT" w:cs="Arial"/>
          <w:b/>
        </w:rPr>
      </w:pPr>
      <w:r>
        <w:rPr>
          <w:rFonts w:ascii="Gill Sans MT" w:hAnsi="Gill Sans MT" w:cs="Arial"/>
          <w:b/>
        </w:rPr>
        <w:t xml:space="preserve">Bid Deadline: </w:t>
      </w:r>
      <w:r w:rsidR="000803C8">
        <w:rPr>
          <w:rFonts w:ascii="Gill Sans MT" w:hAnsi="Gill Sans MT" w:cs="Arial"/>
          <w:b/>
        </w:rPr>
        <w:t>28</w:t>
      </w:r>
      <w:bookmarkStart w:id="0" w:name="_GoBack"/>
      <w:bookmarkEnd w:id="0"/>
      <w:r w:rsidR="00AF3F14">
        <w:rPr>
          <w:rFonts w:ascii="Gill Sans MT" w:hAnsi="Gill Sans MT" w:cs="Arial"/>
          <w:b/>
        </w:rPr>
        <w:t xml:space="preserve"> September 2021</w:t>
      </w:r>
    </w:p>
    <w:p w14:paraId="4685342C" w14:textId="77777777" w:rsidR="00974F40" w:rsidRPr="00974F40" w:rsidRDefault="00974F40" w:rsidP="00974F40">
      <w:pPr>
        <w:rPr>
          <w:rFonts w:ascii="Gill Sans MT" w:hAnsi="Gill Sans MT" w:cs="Arial"/>
          <w:b/>
        </w:rPr>
      </w:pPr>
    </w:p>
    <w:p w14:paraId="7F2F4F60" w14:textId="77777777" w:rsidR="00974F40" w:rsidRPr="00974F40" w:rsidRDefault="00974F40" w:rsidP="00974F40">
      <w:pPr>
        <w:rPr>
          <w:rFonts w:ascii="Gill Sans MT" w:hAnsi="Gill Sans MT" w:cs="Arial"/>
          <w:b/>
        </w:rPr>
      </w:pPr>
    </w:p>
    <w:p w14:paraId="55051C72" w14:textId="5DF9C4E3" w:rsidR="00974F40" w:rsidRPr="00974F40" w:rsidRDefault="00974F40" w:rsidP="00092982">
      <w:pPr>
        <w:rPr>
          <w:rFonts w:ascii="Gill Sans MT" w:hAnsi="Gill Sans MT" w:cs="Arial"/>
        </w:rPr>
      </w:pPr>
      <w:r w:rsidRPr="00974F40">
        <w:rPr>
          <w:rFonts w:ascii="Gill Sans MT" w:hAnsi="Gill Sans MT" w:cs="Arial"/>
        </w:rPr>
        <w:t>Company Name</w:t>
      </w:r>
      <w:r w:rsidR="00092982">
        <w:rPr>
          <w:rFonts w:ascii="Gill Sans MT" w:hAnsi="Gill Sans MT" w:cs="Arial"/>
        </w:rPr>
        <w:t>:</w:t>
      </w:r>
      <w:r w:rsidR="00AF3F14">
        <w:rPr>
          <w:rFonts w:ascii="Gill Sans MT" w:hAnsi="Gill Sans MT" w:cs="Arial"/>
        </w:rPr>
        <w:t xml:space="preserve"> __________________________________________________</w:t>
      </w:r>
      <w:r w:rsidRPr="00974F40">
        <w:rPr>
          <w:rFonts w:ascii="Gill Sans MT" w:hAnsi="Gill Sans MT" w:cs="Arial"/>
        </w:rPr>
        <w:tab/>
      </w:r>
      <w:r w:rsidRPr="00974F40">
        <w:rPr>
          <w:rFonts w:ascii="Gill Sans MT" w:hAnsi="Gill Sans MT" w:cs="Arial"/>
        </w:rPr>
        <w:tab/>
      </w:r>
      <w:r w:rsidRPr="00974F40">
        <w:rPr>
          <w:rFonts w:ascii="Gill Sans MT" w:hAnsi="Gill Sans MT" w:cs="Arial"/>
        </w:rPr>
        <w:tab/>
      </w:r>
      <w:r w:rsidRPr="00974F40">
        <w:rPr>
          <w:rFonts w:ascii="Gill Sans MT" w:hAnsi="Gill Sans MT" w:cs="Arial"/>
        </w:rPr>
        <w:tab/>
      </w:r>
    </w:p>
    <w:p w14:paraId="402123F2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526CCF48" w14:textId="0D7B1EF5" w:rsidR="00974F40" w:rsidRDefault="00974F40" w:rsidP="00974F40">
      <w:pPr>
        <w:rPr>
          <w:rFonts w:ascii="Gill Sans MT" w:hAnsi="Gill Sans MT" w:cs="Arial"/>
          <w:i/>
          <w:color w:val="FF0000"/>
        </w:rPr>
      </w:pPr>
      <w:r w:rsidRPr="00AF3F14">
        <w:rPr>
          <w:rFonts w:ascii="Gill Sans MT" w:hAnsi="Gill Sans MT" w:cs="Arial"/>
          <w:i/>
          <w:color w:val="FF0000"/>
        </w:rPr>
        <w:t>(Please indicate #1 or #2 below)</w:t>
      </w:r>
    </w:p>
    <w:p w14:paraId="475F4564" w14:textId="77777777" w:rsidR="00AF3F14" w:rsidRPr="00AF3F14" w:rsidRDefault="00AF3F14" w:rsidP="00974F40">
      <w:pPr>
        <w:rPr>
          <w:rFonts w:ascii="Gill Sans MT" w:hAnsi="Gill Sans MT" w:cs="Arial"/>
          <w:i/>
          <w:color w:val="FF0000"/>
        </w:rPr>
      </w:pPr>
    </w:p>
    <w:p w14:paraId="3358EB3A" w14:textId="77777777" w:rsidR="00974F40" w:rsidRPr="00974F40" w:rsidRDefault="00974F40" w:rsidP="00974F40">
      <w:pPr>
        <w:ind w:left="720" w:hanging="720"/>
        <w:rPr>
          <w:rFonts w:ascii="Gill Sans MT" w:hAnsi="Gill Sans MT" w:cs="Arial"/>
        </w:rPr>
      </w:pPr>
      <w:r w:rsidRPr="00974F40">
        <w:rPr>
          <w:rFonts w:ascii="Gill Sans MT" w:hAnsi="Gill Sans MT" w:cs="Arial"/>
          <w:b/>
        </w:rPr>
        <w:t>1.</w:t>
      </w:r>
      <w:r w:rsidRPr="00974F40">
        <w:rPr>
          <w:rFonts w:ascii="Arial" w:hAnsi="Arial" w:cs="Arial"/>
          <w:b/>
        </w:rPr>
        <w:t>□</w:t>
      </w:r>
      <w:r w:rsidRPr="00974F40">
        <w:rPr>
          <w:rFonts w:ascii="Gill Sans MT" w:hAnsi="Gill Sans MT" w:cs="Arial"/>
        </w:rPr>
        <w:tab/>
        <w:t>It is the intent of this company to submit a response to the (Title of RFP) Request for Proposal.</w:t>
      </w:r>
    </w:p>
    <w:p w14:paraId="7544E363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6ED44C91" w14:textId="77777777" w:rsidR="00974F40" w:rsidRPr="00974F40" w:rsidRDefault="00974F40" w:rsidP="00974F40">
      <w:pPr>
        <w:rPr>
          <w:rFonts w:ascii="Gill Sans MT" w:hAnsi="Gill Sans MT" w:cs="Arial"/>
        </w:rPr>
      </w:pPr>
      <w:r w:rsidRPr="00974F40">
        <w:rPr>
          <w:rFonts w:ascii="Gill Sans MT" w:hAnsi="Gill Sans MT" w:cs="Arial"/>
        </w:rPr>
        <w:t>Please provide a name and email address for the person within your company that should receive notices, amendments, etc. that are related to this RFP:</w:t>
      </w:r>
    </w:p>
    <w:p w14:paraId="618A3D67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0F627376" w14:textId="0CA5F051" w:rsidR="00974F40" w:rsidRPr="00974F40" w:rsidRDefault="00974F40" w:rsidP="0085597B">
      <w:pPr>
        <w:rPr>
          <w:rFonts w:ascii="Gill Sans MT" w:hAnsi="Gill Sans MT" w:cs="Arial"/>
          <w:u w:val="single"/>
        </w:rPr>
      </w:pPr>
      <w:r w:rsidRPr="00974F40">
        <w:rPr>
          <w:rFonts w:ascii="Gill Sans MT" w:hAnsi="Gill Sans MT" w:cs="Arial"/>
        </w:rPr>
        <w:t>Name</w:t>
      </w:r>
      <w:r w:rsidRPr="00974F40">
        <w:rPr>
          <w:rFonts w:ascii="Gill Sans MT" w:hAnsi="Gill Sans MT" w:cs="Arial"/>
        </w:rPr>
        <w:tab/>
        <w:t>______________________________</w:t>
      </w:r>
      <w:r w:rsidRPr="00974F40">
        <w:rPr>
          <w:rFonts w:ascii="Gill Sans MT" w:hAnsi="Gill Sans MT" w:cs="Arial"/>
        </w:rPr>
        <w:tab/>
      </w:r>
      <w:r w:rsidRPr="00974F40">
        <w:rPr>
          <w:rFonts w:ascii="Gill Sans MT" w:hAnsi="Gill Sans MT" w:cs="Arial"/>
        </w:rPr>
        <w:tab/>
      </w:r>
    </w:p>
    <w:p w14:paraId="4EF41D94" w14:textId="77777777" w:rsidR="00974F40" w:rsidRPr="00974F40" w:rsidRDefault="00974F40" w:rsidP="00974F40">
      <w:pPr>
        <w:rPr>
          <w:rFonts w:ascii="Gill Sans MT" w:hAnsi="Gill Sans MT" w:cs="Arial"/>
          <w:u w:val="single"/>
        </w:rPr>
      </w:pPr>
    </w:p>
    <w:p w14:paraId="061F9AF3" w14:textId="5D6ABBF3" w:rsidR="00974F40" w:rsidRPr="00974F40" w:rsidRDefault="00974F40" w:rsidP="0085597B">
      <w:pPr>
        <w:rPr>
          <w:rFonts w:ascii="Gill Sans MT" w:hAnsi="Gill Sans MT" w:cs="Arial"/>
        </w:rPr>
      </w:pPr>
      <w:r w:rsidRPr="00974F40">
        <w:rPr>
          <w:rFonts w:ascii="Gill Sans MT" w:hAnsi="Gill Sans MT" w:cs="Arial"/>
        </w:rPr>
        <w:t>Phone</w:t>
      </w:r>
      <w:r w:rsidRPr="00974F40">
        <w:rPr>
          <w:rFonts w:ascii="Gill Sans MT" w:hAnsi="Gill Sans MT" w:cs="Arial"/>
        </w:rPr>
        <w:tab/>
        <w:t>______________________________</w:t>
      </w:r>
      <w:r w:rsidRPr="00974F40">
        <w:rPr>
          <w:rFonts w:ascii="Gill Sans MT" w:hAnsi="Gill Sans MT" w:cs="Arial"/>
        </w:rPr>
        <w:tab/>
      </w:r>
    </w:p>
    <w:p w14:paraId="05880A23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4EF99A7C" w14:textId="2A497FF1" w:rsidR="00974F40" w:rsidRPr="00974F40" w:rsidRDefault="00974F40" w:rsidP="0085597B">
      <w:pPr>
        <w:rPr>
          <w:rFonts w:ascii="Gill Sans MT" w:hAnsi="Gill Sans MT" w:cs="Arial"/>
        </w:rPr>
      </w:pPr>
      <w:r w:rsidRPr="00974F40">
        <w:rPr>
          <w:rFonts w:ascii="Gill Sans MT" w:hAnsi="Gill Sans MT" w:cs="Arial"/>
        </w:rPr>
        <w:t>Email</w:t>
      </w:r>
      <w:r w:rsidRPr="00974F40">
        <w:rPr>
          <w:rFonts w:ascii="Gill Sans MT" w:hAnsi="Gill Sans MT" w:cs="Arial"/>
        </w:rPr>
        <w:tab/>
        <w:t>______________________________</w:t>
      </w:r>
      <w:r w:rsidRPr="00974F40">
        <w:rPr>
          <w:rFonts w:ascii="Gill Sans MT" w:hAnsi="Gill Sans MT" w:cs="Arial"/>
        </w:rPr>
        <w:tab/>
      </w:r>
      <w:r w:rsidRPr="00974F40">
        <w:rPr>
          <w:rFonts w:ascii="Gill Sans MT" w:hAnsi="Gill Sans MT" w:cs="Arial"/>
        </w:rPr>
        <w:tab/>
      </w:r>
    </w:p>
    <w:p w14:paraId="58A8629C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4EDBD329" w14:textId="514E46E5" w:rsidR="00974F40" w:rsidRPr="00974F40" w:rsidRDefault="00974F40" w:rsidP="0085597B">
      <w:pPr>
        <w:rPr>
          <w:rFonts w:ascii="Gill Sans MT" w:hAnsi="Gill Sans MT" w:cs="Arial"/>
          <w:u w:val="single"/>
        </w:rPr>
      </w:pPr>
      <w:r w:rsidRPr="00974F40">
        <w:rPr>
          <w:rFonts w:ascii="Gill Sans MT" w:hAnsi="Gill Sans MT" w:cs="Arial"/>
        </w:rPr>
        <w:t>Signature ______________________________</w:t>
      </w:r>
      <w:r w:rsidRPr="00974F40">
        <w:rPr>
          <w:rFonts w:ascii="Gill Sans MT" w:hAnsi="Gill Sans MT" w:cs="Arial"/>
        </w:rPr>
        <w:tab/>
      </w:r>
    </w:p>
    <w:p w14:paraId="6240B996" w14:textId="77777777" w:rsidR="00974F40" w:rsidRPr="00974F40" w:rsidRDefault="00974F40" w:rsidP="00974F40">
      <w:pPr>
        <w:rPr>
          <w:rFonts w:ascii="Gill Sans MT" w:hAnsi="Gill Sans MT" w:cs="Arial"/>
          <w:u w:val="single"/>
        </w:rPr>
      </w:pPr>
    </w:p>
    <w:p w14:paraId="681CACB2" w14:textId="77777777" w:rsidR="00974F40" w:rsidRPr="00974F40" w:rsidRDefault="00974F40" w:rsidP="00974F40">
      <w:pPr>
        <w:rPr>
          <w:rFonts w:ascii="Gill Sans MT" w:hAnsi="Gill Sans MT" w:cs="Arial"/>
        </w:rPr>
      </w:pPr>
      <w:r w:rsidRPr="00974F40">
        <w:rPr>
          <w:rFonts w:ascii="Gill Sans MT" w:hAnsi="Gill Sans MT" w:cs="Arial"/>
        </w:rPr>
        <w:t>Title of Person signing</w:t>
      </w:r>
      <w:r w:rsidRPr="00974F40">
        <w:rPr>
          <w:rFonts w:ascii="Gill Sans MT" w:hAnsi="Gill Sans MT" w:cs="Arial"/>
        </w:rPr>
        <w:tab/>
        <w:t>______________________________</w:t>
      </w:r>
    </w:p>
    <w:p w14:paraId="2F1A1683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16DE5E02" w14:textId="180EADC8" w:rsidR="00974F40" w:rsidRPr="00974F40" w:rsidRDefault="00974F40" w:rsidP="0085597B">
      <w:pPr>
        <w:rPr>
          <w:rFonts w:ascii="Gill Sans MT" w:hAnsi="Gill Sans MT" w:cs="Arial"/>
          <w:u w:val="single"/>
        </w:rPr>
      </w:pPr>
      <w:r w:rsidRPr="00974F40">
        <w:rPr>
          <w:rFonts w:ascii="Gill Sans MT" w:hAnsi="Gill Sans MT" w:cs="Arial"/>
        </w:rPr>
        <w:t>Date______________________________</w:t>
      </w:r>
    </w:p>
    <w:p w14:paraId="6BC931F7" w14:textId="77777777" w:rsidR="00974F40" w:rsidRPr="00974F40" w:rsidRDefault="00974F40" w:rsidP="00974F40">
      <w:pPr>
        <w:rPr>
          <w:rFonts w:ascii="Gill Sans MT" w:hAnsi="Gill Sans MT" w:cs="Arial"/>
          <w:u w:val="single"/>
        </w:rPr>
      </w:pPr>
    </w:p>
    <w:p w14:paraId="208EB643" w14:textId="77777777" w:rsidR="00974F40" w:rsidRPr="00974F40" w:rsidRDefault="00974F40" w:rsidP="00974F40">
      <w:pPr>
        <w:rPr>
          <w:rFonts w:ascii="Gill Sans MT" w:hAnsi="Gill Sans MT" w:cs="Arial"/>
        </w:rPr>
      </w:pPr>
      <w:r w:rsidRPr="00974F40">
        <w:rPr>
          <w:rFonts w:ascii="Gill Sans MT" w:hAnsi="Gill Sans MT" w:cs="Arial"/>
        </w:rPr>
        <w:t>We realize that this is an intent to bid and in no way obligates this company to participate in this process.</w:t>
      </w:r>
    </w:p>
    <w:p w14:paraId="1DF2E09D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099FAA53" w14:textId="5AEF024D" w:rsidR="00974F40" w:rsidRPr="00974F40" w:rsidRDefault="00974F40" w:rsidP="00974F40">
      <w:pPr>
        <w:rPr>
          <w:rFonts w:ascii="Gill Sans MT" w:hAnsi="Gill Sans MT" w:cs="Arial"/>
          <w:b/>
        </w:rPr>
      </w:pPr>
      <w:r w:rsidRPr="00974F40">
        <w:rPr>
          <w:rFonts w:ascii="Gill Sans MT" w:hAnsi="Gill Sans MT" w:cs="Arial"/>
          <w:b/>
        </w:rPr>
        <w:t>2.</w:t>
      </w:r>
      <w:r w:rsidRPr="00974F40">
        <w:rPr>
          <w:rFonts w:ascii="Arial" w:hAnsi="Arial" w:cs="Arial"/>
          <w:b/>
        </w:rPr>
        <w:t>□</w:t>
      </w:r>
      <w:r w:rsidRPr="00974F40">
        <w:rPr>
          <w:rFonts w:ascii="Gill Sans MT" w:hAnsi="Gill Sans MT" w:cs="Arial"/>
          <w:b/>
        </w:rPr>
        <w:tab/>
      </w:r>
      <w:r w:rsidRPr="00974F40">
        <w:rPr>
          <w:rFonts w:ascii="Gill Sans MT" w:hAnsi="Gill Sans MT" w:cs="Arial"/>
        </w:rPr>
        <w:t xml:space="preserve">This </w:t>
      </w:r>
      <w:r w:rsidR="0022101E" w:rsidRPr="00974F40">
        <w:rPr>
          <w:rFonts w:ascii="Gill Sans MT" w:hAnsi="Gill Sans MT" w:cs="Arial"/>
        </w:rPr>
        <w:t>Company</w:t>
      </w:r>
      <w:r w:rsidRPr="00974F40">
        <w:rPr>
          <w:rFonts w:ascii="Gill Sans MT" w:hAnsi="Gill Sans MT" w:cs="Arial"/>
        </w:rPr>
        <w:t xml:space="preserve"> DOES NOT intend to participate in this RFP.</w:t>
      </w:r>
    </w:p>
    <w:p w14:paraId="4D55E9F9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73FDDBA8" w14:textId="06038A76" w:rsidR="00974F40" w:rsidRPr="00974F40" w:rsidRDefault="00974F40" w:rsidP="00974F40">
      <w:pPr>
        <w:rPr>
          <w:rFonts w:ascii="Gill Sans MT" w:hAnsi="Gill Sans MT" w:cs="Arial"/>
          <w:u w:val="single"/>
        </w:rPr>
      </w:pPr>
      <w:r w:rsidRPr="00974F40">
        <w:rPr>
          <w:rFonts w:ascii="Gill Sans MT" w:hAnsi="Gill Sans MT" w:cs="Arial"/>
        </w:rPr>
        <w:t>Name ______________________________</w:t>
      </w:r>
      <w:r w:rsidRPr="00974F40">
        <w:rPr>
          <w:rFonts w:ascii="Gill Sans MT" w:hAnsi="Gill Sans MT" w:cs="Arial"/>
        </w:rPr>
        <w:tab/>
      </w:r>
    </w:p>
    <w:p w14:paraId="6CE0B2F1" w14:textId="77777777" w:rsidR="00974F40" w:rsidRPr="00974F40" w:rsidRDefault="00974F40" w:rsidP="00974F40">
      <w:pPr>
        <w:rPr>
          <w:rFonts w:ascii="Gill Sans MT" w:hAnsi="Gill Sans MT" w:cs="Arial"/>
          <w:u w:val="single"/>
        </w:rPr>
      </w:pPr>
    </w:p>
    <w:p w14:paraId="033DAB96" w14:textId="77777777" w:rsidR="00974F40" w:rsidRPr="00974F40" w:rsidRDefault="00974F40" w:rsidP="00974F40">
      <w:pPr>
        <w:rPr>
          <w:rFonts w:ascii="Gill Sans MT" w:hAnsi="Gill Sans MT" w:cs="Arial"/>
        </w:rPr>
      </w:pPr>
      <w:r w:rsidRPr="00974F40">
        <w:rPr>
          <w:rFonts w:ascii="Gill Sans MT" w:hAnsi="Gill Sans MT" w:cs="Arial"/>
        </w:rPr>
        <w:t>Title of Person signing</w:t>
      </w:r>
      <w:r w:rsidRPr="00974F40">
        <w:rPr>
          <w:rFonts w:ascii="Gill Sans MT" w:hAnsi="Gill Sans MT" w:cs="Arial"/>
        </w:rPr>
        <w:tab/>
        <w:t>______________________________</w:t>
      </w:r>
    </w:p>
    <w:p w14:paraId="6FEC397C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54663964" w14:textId="5776D90E" w:rsidR="00974F40" w:rsidRPr="00974F40" w:rsidRDefault="0085597B" w:rsidP="00974F40">
      <w:pPr>
        <w:rPr>
          <w:rFonts w:ascii="Gill Sans MT" w:hAnsi="Gill Sans MT" w:cs="Arial"/>
          <w:u w:val="single"/>
        </w:rPr>
      </w:pPr>
      <w:r>
        <w:rPr>
          <w:rFonts w:ascii="Gill Sans MT" w:hAnsi="Gill Sans MT" w:cs="Arial"/>
        </w:rPr>
        <w:t>Date</w:t>
      </w:r>
      <w:r w:rsidR="00974F40" w:rsidRPr="00974F40">
        <w:rPr>
          <w:rFonts w:ascii="Gill Sans MT" w:hAnsi="Gill Sans MT" w:cs="Arial"/>
        </w:rPr>
        <w:t>______________________________</w:t>
      </w:r>
    </w:p>
    <w:p w14:paraId="70B49F18" w14:textId="77777777" w:rsidR="00974F40" w:rsidRPr="00974F40" w:rsidRDefault="00974F40" w:rsidP="00974F40">
      <w:pPr>
        <w:rPr>
          <w:rFonts w:ascii="Gill Sans MT" w:hAnsi="Gill Sans MT" w:cs="Arial"/>
          <w:u w:val="single"/>
        </w:rPr>
      </w:pPr>
    </w:p>
    <w:p w14:paraId="5C485FE4" w14:textId="77777777" w:rsidR="00974F40" w:rsidRPr="00974F40" w:rsidRDefault="00974F40" w:rsidP="00974F40">
      <w:pPr>
        <w:rPr>
          <w:rFonts w:ascii="Gill Sans MT" w:hAnsi="Gill Sans MT" w:cs="Arial"/>
          <w:u w:val="single"/>
        </w:rPr>
      </w:pPr>
    </w:p>
    <w:p w14:paraId="5F93978D" w14:textId="7B7E81F3" w:rsidR="00974F40" w:rsidRPr="00974F40" w:rsidRDefault="00974F40" w:rsidP="00974F40">
      <w:pPr>
        <w:rPr>
          <w:rFonts w:ascii="Gill Sans MT" w:hAnsi="Gill Sans MT" w:cs="Arial"/>
        </w:rPr>
      </w:pPr>
      <w:r w:rsidRPr="00974F40">
        <w:rPr>
          <w:rFonts w:ascii="Gill Sans MT" w:hAnsi="Gill Sans MT" w:cs="Arial"/>
        </w:rPr>
        <w:t>Please email this form at your earliest convenience to the attention of:</w:t>
      </w:r>
    </w:p>
    <w:p w14:paraId="3C29E160" w14:textId="77777777" w:rsidR="00974F40" w:rsidRPr="00974F40" w:rsidRDefault="00974F40" w:rsidP="00974F40">
      <w:pPr>
        <w:rPr>
          <w:rFonts w:ascii="Gill Sans MT" w:hAnsi="Gill Sans MT" w:cs="Arial"/>
        </w:rPr>
      </w:pPr>
    </w:p>
    <w:p w14:paraId="2DB801F5" w14:textId="1E84D626" w:rsidR="00974F40" w:rsidRPr="00A34990" w:rsidRDefault="00974F40" w:rsidP="00AB2332">
      <w:pPr>
        <w:rPr>
          <w:rFonts w:ascii="Gill Sans MT" w:hAnsi="Gill Sans MT" w:cs="Arial"/>
        </w:rPr>
      </w:pPr>
      <w:r w:rsidRPr="00A34990">
        <w:rPr>
          <w:rFonts w:ascii="Gill Sans MT" w:hAnsi="Gill Sans MT" w:cs="Arial"/>
        </w:rPr>
        <w:t>Name</w:t>
      </w:r>
      <w:r w:rsidRPr="00A34990">
        <w:rPr>
          <w:rFonts w:ascii="Gill Sans MT" w:hAnsi="Gill Sans MT" w:cs="Arial"/>
        </w:rPr>
        <w:tab/>
      </w:r>
      <w:r w:rsidR="001B0FDA" w:rsidRPr="00A34990">
        <w:rPr>
          <w:rFonts w:ascii="Gill Sans MT" w:hAnsi="Gill Sans MT" w:cs="Arial"/>
          <w:color w:val="FF0000"/>
        </w:rPr>
        <w:t>Procurement Depart</w:t>
      </w:r>
      <w:r w:rsidR="00AB2332" w:rsidRPr="00A34990">
        <w:rPr>
          <w:rFonts w:ascii="Gill Sans MT" w:hAnsi="Gill Sans MT" w:cs="Arial"/>
          <w:color w:val="FF0000"/>
        </w:rPr>
        <w:t>ment</w:t>
      </w:r>
      <w:r w:rsidR="0085597B" w:rsidRPr="00A34990">
        <w:rPr>
          <w:rFonts w:ascii="Gill Sans MT" w:hAnsi="Gill Sans MT" w:cs="Arial"/>
          <w:color w:val="FF0000"/>
        </w:rPr>
        <w:t xml:space="preserve"> </w:t>
      </w:r>
      <w:r w:rsidRPr="00A34990">
        <w:rPr>
          <w:rFonts w:ascii="Gill Sans MT" w:hAnsi="Gill Sans MT" w:cs="Arial"/>
        </w:rPr>
        <w:t>______________________________</w:t>
      </w:r>
    </w:p>
    <w:p w14:paraId="467B8A7B" w14:textId="77777777" w:rsidR="00974F40" w:rsidRPr="00A34990" w:rsidRDefault="00974F40" w:rsidP="00974F40">
      <w:pPr>
        <w:rPr>
          <w:rFonts w:ascii="Gill Sans MT" w:hAnsi="Gill Sans MT" w:cs="Arial"/>
        </w:rPr>
      </w:pPr>
    </w:p>
    <w:p w14:paraId="5AEE7A1C" w14:textId="77777777" w:rsidR="00544E72" w:rsidRPr="00A34990" w:rsidRDefault="00974F40" w:rsidP="0085597B">
      <w:pPr>
        <w:rPr>
          <w:rFonts w:ascii="Gill Sans MT" w:hAnsi="Gill Sans MT" w:cs="Arial"/>
        </w:rPr>
      </w:pPr>
      <w:r w:rsidRPr="00A34990">
        <w:rPr>
          <w:rFonts w:ascii="Gill Sans MT" w:hAnsi="Gill Sans MT" w:cs="Arial"/>
        </w:rPr>
        <w:t>Email:</w:t>
      </w:r>
    </w:p>
    <w:p w14:paraId="0C7C58B1" w14:textId="02648FED" w:rsidR="00974F40" w:rsidRPr="00A34990" w:rsidRDefault="00BA5C0F" w:rsidP="0085597B">
      <w:pPr>
        <w:rPr>
          <w:rFonts w:ascii="Gill Sans MT" w:hAnsi="Gill Sans MT" w:cs="Arial"/>
          <w:u w:val="single"/>
        </w:rPr>
      </w:pPr>
      <w:hyperlink r:id="rId8" w:history="1">
        <w:r w:rsidR="0085597B" w:rsidRPr="00A34990">
          <w:rPr>
            <w:rStyle w:val="Hyperlink"/>
            <w:rFonts w:ascii="Gill Sans MT" w:hAnsi="Gill Sans MT" w:cs="Arial"/>
          </w:rPr>
          <w:t>afgo_procurement@wvi.org</w:t>
        </w:r>
      </w:hyperlink>
      <w:r w:rsidR="0085597B" w:rsidRPr="00A34990">
        <w:rPr>
          <w:rFonts w:ascii="Gill Sans MT" w:hAnsi="Gill Sans MT" w:cs="Arial"/>
          <w:color w:val="FF0000"/>
          <w:u w:val="single"/>
        </w:rPr>
        <w:t xml:space="preserve"> </w:t>
      </w:r>
      <w:r w:rsidR="00974F40" w:rsidRPr="00A34990">
        <w:rPr>
          <w:rFonts w:ascii="Gill Sans MT" w:hAnsi="Gill Sans MT" w:cs="Arial"/>
          <w:u w:val="single"/>
        </w:rPr>
        <w:t xml:space="preserve"> </w:t>
      </w:r>
    </w:p>
    <w:p w14:paraId="66F224BA" w14:textId="77777777" w:rsidR="00544E72" w:rsidRPr="00A34990" w:rsidRDefault="00544E72" w:rsidP="0085597B">
      <w:pPr>
        <w:rPr>
          <w:rFonts w:ascii="Gill Sans MT" w:hAnsi="Gill Sans MT" w:cs="Arial"/>
          <w:u w:val="single"/>
        </w:rPr>
      </w:pPr>
    </w:p>
    <w:p w14:paraId="28187E44" w14:textId="640C750B" w:rsidR="00974F40" w:rsidRPr="001B0FDA" w:rsidRDefault="00544E72" w:rsidP="00974F40">
      <w:pPr>
        <w:rPr>
          <w:rStyle w:val="Hyperlink"/>
          <w:rFonts w:ascii="Gill Sans MT" w:hAnsi="Gill Sans MT" w:cs="Arial"/>
          <w:lang w:val="fr-FR"/>
        </w:rPr>
      </w:pPr>
      <w:r w:rsidRPr="001B0FDA">
        <w:rPr>
          <w:rStyle w:val="Hyperlink"/>
          <w:rFonts w:ascii="Gill Sans MT" w:hAnsi="Gill Sans MT" w:cs="Arial"/>
          <w:lang w:val="fr-FR"/>
        </w:rPr>
        <w:t>Dawood_Noori@wvi.org</w:t>
      </w:r>
    </w:p>
    <w:sectPr w:rsidR="00974F40" w:rsidRPr="001B0FDA" w:rsidSect="00EC5210">
      <w:headerReference w:type="default" r:id="rId9"/>
      <w:footerReference w:type="default" r:id="rId10"/>
      <w:pgSz w:w="11906" w:h="16838" w:code="9"/>
      <w:pgMar w:top="908" w:right="864" w:bottom="432" w:left="1008" w:header="576" w:footer="1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B38F11" w14:textId="77777777" w:rsidR="00BA5C0F" w:rsidRDefault="00BA5C0F">
      <w:r>
        <w:separator/>
      </w:r>
    </w:p>
  </w:endnote>
  <w:endnote w:type="continuationSeparator" w:id="0">
    <w:p w14:paraId="46E442C5" w14:textId="77777777" w:rsidR="00BA5C0F" w:rsidRDefault="00BA5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26E86" w14:textId="3CDA569C" w:rsidR="00854992" w:rsidRDefault="00854992">
    <w:pPr>
      <w:pStyle w:val="Footer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0803C8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0803C8">
      <w:rPr>
        <w:b/>
        <w:bCs/>
        <w:noProof/>
      </w:rPr>
      <w:t>1</w:t>
    </w:r>
    <w:r>
      <w:rPr>
        <w:b/>
        <w:bCs/>
      </w:rPr>
      <w:fldChar w:fldCharType="end"/>
    </w:r>
  </w:p>
  <w:p w14:paraId="6816DF7F" w14:textId="77777777" w:rsidR="00854992" w:rsidRDefault="00854992" w:rsidP="002C2E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7D889F" w14:textId="77777777" w:rsidR="00BA5C0F" w:rsidRDefault="00BA5C0F">
      <w:r>
        <w:separator/>
      </w:r>
    </w:p>
  </w:footnote>
  <w:footnote w:type="continuationSeparator" w:id="0">
    <w:p w14:paraId="74A069B8" w14:textId="77777777" w:rsidR="00BA5C0F" w:rsidRDefault="00BA5C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EC7D37" w14:textId="77777777" w:rsidR="00854992" w:rsidRPr="00974F40" w:rsidRDefault="00854992" w:rsidP="00F05C64">
    <w:pPr>
      <w:tabs>
        <w:tab w:val="left" w:pos="-90"/>
        <w:tab w:val="left" w:pos="8370"/>
        <w:tab w:val="left" w:pos="9000"/>
      </w:tabs>
      <w:jc w:val="center"/>
      <w:rPr>
        <w:rFonts w:ascii="Gill Sans MT" w:hAnsi="Gill Sans MT"/>
        <w:b/>
        <w:bCs/>
      </w:rPr>
    </w:pPr>
    <w:r w:rsidRPr="00974F40">
      <w:rPr>
        <w:noProof/>
      </w:rPr>
      <w:drawing>
        <wp:anchor distT="0" distB="0" distL="114300" distR="114300" simplePos="0" relativeHeight="251657216" behindDoc="0" locked="0" layoutInCell="1" allowOverlap="1" wp14:anchorId="79CD9C9C" wp14:editId="5FFE048E">
          <wp:simplePos x="0" y="0"/>
          <wp:positionH relativeFrom="column">
            <wp:posOffset>5173980</wp:posOffset>
          </wp:positionH>
          <wp:positionV relativeFrom="paragraph">
            <wp:posOffset>-129540</wp:posOffset>
          </wp:positionV>
          <wp:extent cx="1400175" cy="327660"/>
          <wp:effectExtent l="0" t="0" r="9525" b="0"/>
          <wp:wrapNone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478" t="13147" r="8356"/>
                  <a:stretch>
                    <a:fillRect/>
                  </a:stretch>
                </pic:blipFill>
                <pic:spPr bwMode="auto">
                  <a:xfrm>
                    <a:off x="0" y="0"/>
                    <a:ext cx="1400175" cy="327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74F40">
      <w:rPr>
        <w:rFonts w:ascii="Gill Sans MT" w:hAnsi="Gill Sans MT"/>
        <w:b/>
        <w:bCs/>
      </w:rPr>
      <w:t>WORLD VISION INTERNATIONAL-AFGHANISTAN</w:t>
    </w:r>
  </w:p>
  <w:p w14:paraId="098C7489" w14:textId="77777777" w:rsidR="00854992" w:rsidRPr="00974F40" w:rsidRDefault="00854992" w:rsidP="00270421">
    <w:pPr>
      <w:tabs>
        <w:tab w:val="left" w:pos="-90"/>
        <w:tab w:val="left" w:pos="4002"/>
        <w:tab w:val="center" w:pos="5184"/>
      </w:tabs>
      <w:rPr>
        <w:rFonts w:ascii="Gill Sans MT" w:hAnsi="Gill Sans MT"/>
        <w:b/>
        <w:bCs/>
      </w:rPr>
    </w:pPr>
    <w:r w:rsidRPr="00974F40">
      <w:rPr>
        <w:rFonts w:ascii="Gill Sans MT" w:hAnsi="Gill Sans MT"/>
        <w:b/>
        <w:bCs/>
      </w:rPr>
      <w:tab/>
    </w:r>
    <w:r w:rsidRPr="00974F40">
      <w:rPr>
        <w:rFonts w:ascii="Gill Sans MT" w:hAnsi="Gill Sans MT"/>
        <w:b/>
        <w:bCs/>
      </w:rPr>
      <w:tab/>
      <w:t>PROCUREMENT DEPARTMENT</w:t>
    </w:r>
  </w:p>
  <w:p w14:paraId="6C5F5F2B" w14:textId="7AEA0D70" w:rsidR="00854992" w:rsidRPr="00974F40" w:rsidRDefault="00AF3F14" w:rsidP="00B409B4">
    <w:pPr>
      <w:pStyle w:val="Header"/>
      <w:tabs>
        <w:tab w:val="clear" w:pos="4320"/>
        <w:tab w:val="clear" w:pos="8640"/>
        <w:tab w:val="left" w:pos="-90"/>
      </w:tabs>
      <w:suppressAutoHyphens/>
      <w:jc w:val="center"/>
      <w:rPr>
        <w:rFonts w:ascii="Gill Sans MT" w:hAnsi="Gill Sans MT"/>
        <w:b/>
        <w:lang w:val="en-US"/>
      </w:rPr>
    </w:pPr>
    <w:r>
      <w:rPr>
        <w:rFonts w:ascii="Gill Sans MT" w:hAnsi="Gill Sans MT"/>
        <w:b/>
        <w:lang w:val="en-US"/>
      </w:rPr>
      <w:t xml:space="preserve">INVITATION TO BID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10DD7"/>
    <w:multiLevelType w:val="singleLevel"/>
    <w:tmpl w:val="0409000F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2AE4258"/>
    <w:multiLevelType w:val="hybridMultilevel"/>
    <w:tmpl w:val="E312EAF4"/>
    <w:lvl w:ilvl="0" w:tplc="73B2E4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72802"/>
    <w:multiLevelType w:val="hybridMultilevel"/>
    <w:tmpl w:val="91BEB8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A4443"/>
    <w:multiLevelType w:val="hybridMultilevel"/>
    <w:tmpl w:val="4F26E67A"/>
    <w:lvl w:ilvl="0" w:tplc="6DEA0F7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D5814"/>
    <w:multiLevelType w:val="hybridMultilevel"/>
    <w:tmpl w:val="D0A4AFBE"/>
    <w:lvl w:ilvl="0" w:tplc="235CE6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184451"/>
    <w:multiLevelType w:val="hybridMultilevel"/>
    <w:tmpl w:val="BC8015E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878FB"/>
    <w:multiLevelType w:val="hybridMultilevel"/>
    <w:tmpl w:val="C83AD6E2"/>
    <w:lvl w:ilvl="0" w:tplc="5AF02C12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25D4F"/>
    <w:multiLevelType w:val="hybridMultilevel"/>
    <w:tmpl w:val="F29851C4"/>
    <w:lvl w:ilvl="0" w:tplc="AFEEE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393932"/>
    <w:multiLevelType w:val="hybridMultilevel"/>
    <w:tmpl w:val="0C3C9EE0"/>
    <w:lvl w:ilvl="0" w:tplc="813408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673A5E"/>
    <w:multiLevelType w:val="hybridMultilevel"/>
    <w:tmpl w:val="D7100E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8D54A0A"/>
    <w:multiLevelType w:val="hybridMultilevel"/>
    <w:tmpl w:val="6E10B6D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075DA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5A1435D"/>
    <w:multiLevelType w:val="hybridMultilevel"/>
    <w:tmpl w:val="E3443308"/>
    <w:lvl w:ilvl="0" w:tplc="F6B66562">
      <w:start w:val="2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 w15:restartNumberingAfterBreak="0">
    <w:nsid w:val="5CAB43D7"/>
    <w:multiLevelType w:val="hybridMultilevel"/>
    <w:tmpl w:val="D0B67594"/>
    <w:lvl w:ilvl="0" w:tplc="57246A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4629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5751712"/>
    <w:multiLevelType w:val="hybridMultilevel"/>
    <w:tmpl w:val="49A226CC"/>
    <w:lvl w:ilvl="0" w:tplc="C730231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6"/>
  </w:num>
  <w:num w:numId="6">
    <w:abstractNumId w:val="9"/>
  </w:num>
  <w:num w:numId="7">
    <w:abstractNumId w:val="8"/>
  </w:num>
  <w:num w:numId="8">
    <w:abstractNumId w:val="4"/>
  </w:num>
  <w:num w:numId="9">
    <w:abstractNumId w:val="15"/>
  </w:num>
  <w:num w:numId="10">
    <w:abstractNumId w:val="3"/>
  </w:num>
  <w:num w:numId="11">
    <w:abstractNumId w:val="10"/>
  </w:num>
  <w:num w:numId="12">
    <w:abstractNumId w:val="13"/>
  </w:num>
  <w:num w:numId="13">
    <w:abstractNumId w:val="5"/>
  </w:num>
  <w:num w:numId="14">
    <w:abstractNumId w:val="1"/>
  </w:num>
  <w:num w:numId="15">
    <w:abstractNumId w:val="7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ar-SA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131078" w:nlCheck="1" w:checkStyle="1"/>
  <w:activeWritingStyle w:appName="MSWord" w:lang="fr-FR" w:vendorID="64" w:dllVersion="131078" w:nlCheck="1" w:checkStyle="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11A"/>
    <w:rsid w:val="0000021F"/>
    <w:rsid w:val="000050BC"/>
    <w:rsid w:val="00012A4B"/>
    <w:rsid w:val="00012DC6"/>
    <w:rsid w:val="00016518"/>
    <w:rsid w:val="0002016B"/>
    <w:rsid w:val="00021A32"/>
    <w:rsid w:val="00021D28"/>
    <w:rsid w:val="0002268B"/>
    <w:rsid w:val="000338EF"/>
    <w:rsid w:val="000372E2"/>
    <w:rsid w:val="0004223F"/>
    <w:rsid w:val="0004671C"/>
    <w:rsid w:val="000472A2"/>
    <w:rsid w:val="00052D68"/>
    <w:rsid w:val="00053D11"/>
    <w:rsid w:val="00055A4F"/>
    <w:rsid w:val="0006309B"/>
    <w:rsid w:val="000649DA"/>
    <w:rsid w:val="0006508B"/>
    <w:rsid w:val="000659F5"/>
    <w:rsid w:val="00065A27"/>
    <w:rsid w:val="0007002A"/>
    <w:rsid w:val="000756FC"/>
    <w:rsid w:val="00080205"/>
    <w:rsid w:val="000803C8"/>
    <w:rsid w:val="000840D7"/>
    <w:rsid w:val="00085E3C"/>
    <w:rsid w:val="00086B41"/>
    <w:rsid w:val="00087521"/>
    <w:rsid w:val="00092982"/>
    <w:rsid w:val="00095EDB"/>
    <w:rsid w:val="000A2F94"/>
    <w:rsid w:val="000A3EF1"/>
    <w:rsid w:val="000A4F55"/>
    <w:rsid w:val="000A7495"/>
    <w:rsid w:val="000B3C92"/>
    <w:rsid w:val="000C6259"/>
    <w:rsid w:val="000D087A"/>
    <w:rsid w:val="000D1757"/>
    <w:rsid w:val="000D49A5"/>
    <w:rsid w:val="000D5FAF"/>
    <w:rsid w:val="000E0FF6"/>
    <w:rsid w:val="000E4895"/>
    <w:rsid w:val="000E4914"/>
    <w:rsid w:val="000E6889"/>
    <w:rsid w:val="000E7ACB"/>
    <w:rsid w:val="000F1188"/>
    <w:rsid w:val="000F2F0E"/>
    <w:rsid w:val="000F370B"/>
    <w:rsid w:val="000F46F4"/>
    <w:rsid w:val="001001F4"/>
    <w:rsid w:val="00101F67"/>
    <w:rsid w:val="00102491"/>
    <w:rsid w:val="00105B4D"/>
    <w:rsid w:val="00106CF8"/>
    <w:rsid w:val="00106F53"/>
    <w:rsid w:val="001102F6"/>
    <w:rsid w:val="001118E8"/>
    <w:rsid w:val="001238E4"/>
    <w:rsid w:val="001242B9"/>
    <w:rsid w:val="001377D3"/>
    <w:rsid w:val="00141543"/>
    <w:rsid w:val="00142ECF"/>
    <w:rsid w:val="00143283"/>
    <w:rsid w:val="001437BC"/>
    <w:rsid w:val="00143AC6"/>
    <w:rsid w:val="00144066"/>
    <w:rsid w:val="001445AA"/>
    <w:rsid w:val="0014538E"/>
    <w:rsid w:val="00145846"/>
    <w:rsid w:val="001509F9"/>
    <w:rsid w:val="00152A2A"/>
    <w:rsid w:val="0015514F"/>
    <w:rsid w:val="001553F1"/>
    <w:rsid w:val="00155CF0"/>
    <w:rsid w:val="001568E8"/>
    <w:rsid w:val="001628B0"/>
    <w:rsid w:val="00167D14"/>
    <w:rsid w:val="00185E9B"/>
    <w:rsid w:val="00186ADB"/>
    <w:rsid w:val="001901F7"/>
    <w:rsid w:val="00194157"/>
    <w:rsid w:val="001946ED"/>
    <w:rsid w:val="001A364E"/>
    <w:rsid w:val="001A72E0"/>
    <w:rsid w:val="001B0FDA"/>
    <w:rsid w:val="001C1650"/>
    <w:rsid w:val="001C50CE"/>
    <w:rsid w:val="001C59F7"/>
    <w:rsid w:val="001C6530"/>
    <w:rsid w:val="001D44B5"/>
    <w:rsid w:val="001D50EF"/>
    <w:rsid w:val="001E0A91"/>
    <w:rsid w:val="001E5616"/>
    <w:rsid w:val="001E7EA7"/>
    <w:rsid w:val="001F57C4"/>
    <w:rsid w:val="001F5AF0"/>
    <w:rsid w:val="001F757F"/>
    <w:rsid w:val="00203D37"/>
    <w:rsid w:val="002047CE"/>
    <w:rsid w:val="00207943"/>
    <w:rsid w:val="002113D7"/>
    <w:rsid w:val="0021657C"/>
    <w:rsid w:val="00220681"/>
    <w:rsid w:val="0022101E"/>
    <w:rsid w:val="00222FDC"/>
    <w:rsid w:val="0022357B"/>
    <w:rsid w:val="0022459C"/>
    <w:rsid w:val="002245CF"/>
    <w:rsid w:val="0023727F"/>
    <w:rsid w:val="0024027C"/>
    <w:rsid w:val="00240916"/>
    <w:rsid w:val="00241C91"/>
    <w:rsid w:val="00243AB7"/>
    <w:rsid w:val="00246E0C"/>
    <w:rsid w:val="00250A8B"/>
    <w:rsid w:val="002543F5"/>
    <w:rsid w:val="002545D8"/>
    <w:rsid w:val="0026216F"/>
    <w:rsid w:val="00263D91"/>
    <w:rsid w:val="00266502"/>
    <w:rsid w:val="00270421"/>
    <w:rsid w:val="002728C1"/>
    <w:rsid w:val="002750F7"/>
    <w:rsid w:val="00275827"/>
    <w:rsid w:val="00282812"/>
    <w:rsid w:val="00282925"/>
    <w:rsid w:val="0028297A"/>
    <w:rsid w:val="002905F1"/>
    <w:rsid w:val="00296990"/>
    <w:rsid w:val="00297FE0"/>
    <w:rsid w:val="002A1064"/>
    <w:rsid w:val="002B0B84"/>
    <w:rsid w:val="002B0D4A"/>
    <w:rsid w:val="002B3489"/>
    <w:rsid w:val="002B5903"/>
    <w:rsid w:val="002B7131"/>
    <w:rsid w:val="002C2EBF"/>
    <w:rsid w:val="002C4F88"/>
    <w:rsid w:val="002C53B7"/>
    <w:rsid w:val="002C7D8A"/>
    <w:rsid w:val="002D46AF"/>
    <w:rsid w:val="002D62E8"/>
    <w:rsid w:val="002E42A5"/>
    <w:rsid w:val="002E56EE"/>
    <w:rsid w:val="002E79C7"/>
    <w:rsid w:val="002F011A"/>
    <w:rsid w:val="002F179C"/>
    <w:rsid w:val="002F4441"/>
    <w:rsid w:val="002F617D"/>
    <w:rsid w:val="00300BDB"/>
    <w:rsid w:val="00301555"/>
    <w:rsid w:val="0030377F"/>
    <w:rsid w:val="00310994"/>
    <w:rsid w:val="0031285B"/>
    <w:rsid w:val="00313A5E"/>
    <w:rsid w:val="00314140"/>
    <w:rsid w:val="00317043"/>
    <w:rsid w:val="00321CAA"/>
    <w:rsid w:val="00321E0E"/>
    <w:rsid w:val="003229FD"/>
    <w:rsid w:val="003240D4"/>
    <w:rsid w:val="0033047A"/>
    <w:rsid w:val="00332407"/>
    <w:rsid w:val="003370CD"/>
    <w:rsid w:val="00341526"/>
    <w:rsid w:val="0034376E"/>
    <w:rsid w:val="003449CF"/>
    <w:rsid w:val="00357C1B"/>
    <w:rsid w:val="00360AFA"/>
    <w:rsid w:val="00361156"/>
    <w:rsid w:val="00361AC4"/>
    <w:rsid w:val="00372A8D"/>
    <w:rsid w:val="00372B84"/>
    <w:rsid w:val="003877DE"/>
    <w:rsid w:val="003917C4"/>
    <w:rsid w:val="00392D66"/>
    <w:rsid w:val="0039300E"/>
    <w:rsid w:val="00397F5C"/>
    <w:rsid w:val="003A37AC"/>
    <w:rsid w:val="003A3C13"/>
    <w:rsid w:val="003B1359"/>
    <w:rsid w:val="003B2072"/>
    <w:rsid w:val="003B685F"/>
    <w:rsid w:val="003C1E91"/>
    <w:rsid w:val="003D0D76"/>
    <w:rsid w:val="003D37E6"/>
    <w:rsid w:val="003D6F8F"/>
    <w:rsid w:val="003E3DEA"/>
    <w:rsid w:val="003F1A65"/>
    <w:rsid w:val="003F1C32"/>
    <w:rsid w:val="003F432D"/>
    <w:rsid w:val="00403E05"/>
    <w:rsid w:val="00404C39"/>
    <w:rsid w:val="00411E75"/>
    <w:rsid w:val="00415F65"/>
    <w:rsid w:val="00416777"/>
    <w:rsid w:val="00416E16"/>
    <w:rsid w:val="00420E07"/>
    <w:rsid w:val="00421244"/>
    <w:rsid w:val="0042179C"/>
    <w:rsid w:val="0042607B"/>
    <w:rsid w:val="00431287"/>
    <w:rsid w:val="00434951"/>
    <w:rsid w:val="00435BF5"/>
    <w:rsid w:val="004375F9"/>
    <w:rsid w:val="00437A9C"/>
    <w:rsid w:val="00440F74"/>
    <w:rsid w:val="00447409"/>
    <w:rsid w:val="004514B1"/>
    <w:rsid w:val="004553FA"/>
    <w:rsid w:val="00464CBA"/>
    <w:rsid w:val="00464DED"/>
    <w:rsid w:val="004679CE"/>
    <w:rsid w:val="00470618"/>
    <w:rsid w:val="00475208"/>
    <w:rsid w:val="00475FED"/>
    <w:rsid w:val="0047647A"/>
    <w:rsid w:val="00486A65"/>
    <w:rsid w:val="00486F87"/>
    <w:rsid w:val="004919A0"/>
    <w:rsid w:val="004A0345"/>
    <w:rsid w:val="004A4C68"/>
    <w:rsid w:val="004A507F"/>
    <w:rsid w:val="004B284A"/>
    <w:rsid w:val="004B4806"/>
    <w:rsid w:val="004C33DC"/>
    <w:rsid w:val="004C58AF"/>
    <w:rsid w:val="004D0562"/>
    <w:rsid w:val="004D1643"/>
    <w:rsid w:val="004D1BD7"/>
    <w:rsid w:val="004D34CA"/>
    <w:rsid w:val="004D3894"/>
    <w:rsid w:val="004E0594"/>
    <w:rsid w:val="004E068F"/>
    <w:rsid w:val="004E0B4B"/>
    <w:rsid w:val="004E289D"/>
    <w:rsid w:val="004E4819"/>
    <w:rsid w:val="004F1273"/>
    <w:rsid w:val="004F3FF5"/>
    <w:rsid w:val="004F4E5F"/>
    <w:rsid w:val="004F6AD6"/>
    <w:rsid w:val="004F7C3F"/>
    <w:rsid w:val="0050184A"/>
    <w:rsid w:val="00501BFE"/>
    <w:rsid w:val="00515832"/>
    <w:rsid w:val="00523525"/>
    <w:rsid w:val="0053500C"/>
    <w:rsid w:val="005358A3"/>
    <w:rsid w:val="00544E72"/>
    <w:rsid w:val="0055232E"/>
    <w:rsid w:val="00552413"/>
    <w:rsid w:val="00554534"/>
    <w:rsid w:val="005555A6"/>
    <w:rsid w:val="00556593"/>
    <w:rsid w:val="00562B49"/>
    <w:rsid w:val="005641B2"/>
    <w:rsid w:val="00564D4E"/>
    <w:rsid w:val="005655D0"/>
    <w:rsid w:val="00571B7A"/>
    <w:rsid w:val="00573200"/>
    <w:rsid w:val="005742E4"/>
    <w:rsid w:val="00580DE5"/>
    <w:rsid w:val="0058217D"/>
    <w:rsid w:val="005908DC"/>
    <w:rsid w:val="00593A41"/>
    <w:rsid w:val="005A52FF"/>
    <w:rsid w:val="005B07C2"/>
    <w:rsid w:val="005B1DC4"/>
    <w:rsid w:val="005B35FA"/>
    <w:rsid w:val="005B432D"/>
    <w:rsid w:val="005C2E1B"/>
    <w:rsid w:val="005C4CB3"/>
    <w:rsid w:val="005C52EF"/>
    <w:rsid w:val="005C7491"/>
    <w:rsid w:val="005D0485"/>
    <w:rsid w:val="005D18BD"/>
    <w:rsid w:val="005D1CC2"/>
    <w:rsid w:val="005D4104"/>
    <w:rsid w:val="005E1E22"/>
    <w:rsid w:val="005E4732"/>
    <w:rsid w:val="005E5232"/>
    <w:rsid w:val="005E5240"/>
    <w:rsid w:val="005E536B"/>
    <w:rsid w:val="005F2146"/>
    <w:rsid w:val="005F62CE"/>
    <w:rsid w:val="005F6468"/>
    <w:rsid w:val="006029D4"/>
    <w:rsid w:val="00603195"/>
    <w:rsid w:val="00606DBE"/>
    <w:rsid w:val="00620353"/>
    <w:rsid w:val="00621112"/>
    <w:rsid w:val="006231F9"/>
    <w:rsid w:val="00626D17"/>
    <w:rsid w:val="0063130B"/>
    <w:rsid w:val="006445AA"/>
    <w:rsid w:val="00644DEA"/>
    <w:rsid w:val="00650DCE"/>
    <w:rsid w:val="00652B91"/>
    <w:rsid w:val="006651F9"/>
    <w:rsid w:val="00665AED"/>
    <w:rsid w:val="00670B7C"/>
    <w:rsid w:val="00671CAE"/>
    <w:rsid w:val="00673AD7"/>
    <w:rsid w:val="00673DD3"/>
    <w:rsid w:val="006768E2"/>
    <w:rsid w:val="00677473"/>
    <w:rsid w:val="00677B78"/>
    <w:rsid w:val="00677E43"/>
    <w:rsid w:val="006906C5"/>
    <w:rsid w:val="006906DF"/>
    <w:rsid w:val="00691AE3"/>
    <w:rsid w:val="00691D40"/>
    <w:rsid w:val="00691F1D"/>
    <w:rsid w:val="00694261"/>
    <w:rsid w:val="00695B0E"/>
    <w:rsid w:val="006A278E"/>
    <w:rsid w:val="006A3C5D"/>
    <w:rsid w:val="006A4326"/>
    <w:rsid w:val="006A5616"/>
    <w:rsid w:val="006A785B"/>
    <w:rsid w:val="006B0C98"/>
    <w:rsid w:val="006B1164"/>
    <w:rsid w:val="006B1AFB"/>
    <w:rsid w:val="006B54F7"/>
    <w:rsid w:val="006B77AF"/>
    <w:rsid w:val="006C59AD"/>
    <w:rsid w:val="006C63D9"/>
    <w:rsid w:val="006C7522"/>
    <w:rsid w:val="006D14C4"/>
    <w:rsid w:val="006D1A3D"/>
    <w:rsid w:val="006D265E"/>
    <w:rsid w:val="006D3676"/>
    <w:rsid w:val="006E7529"/>
    <w:rsid w:val="006F01E1"/>
    <w:rsid w:val="006F3595"/>
    <w:rsid w:val="006F3835"/>
    <w:rsid w:val="006F59EE"/>
    <w:rsid w:val="006F7C8E"/>
    <w:rsid w:val="007014BB"/>
    <w:rsid w:val="00714815"/>
    <w:rsid w:val="00714B26"/>
    <w:rsid w:val="00716D8B"/>
    <w:rsid w:val="007174DD"/>
    <w:rsid w:val="0072158B"/>
    <w:rsid w:val="00723CE0"/>
    <w:rsid w:val="00726465"/>
    <w:rsid w:val="0072717C"/>
    <w:rsid w:val="0072724A"/>
    <w:rsid w:val="00731668"/>
    <w:rsid w:val="007317C0"/>
    <w:rsid w:val="00734B15"/>
    <w:rsid w:val="00742EC1"/>
    <w:rsid w:val="00747648"/>
    <w:rsid w:val="00755F1E"/>
    <w:rsid w:val="007645C9"/>
    <w:rsid w:val="007728A4"/>
    <w:rsid w:val="00774723"/>
    <w:rsid w:val="0078522C"/>
    <w:rsid w:val="00786423"/>
    <w:rsid w:val="00786DAB"/>
    <w:rsid w:val="00790182"/>
    <w:rsid w:val="00791EA0"/>
    <w:rsid w:val="007A33F1"/>
    <w:rsid w:val="007B65D3"/>
    <w:rsid w:val="007C2175"/>
    <w:rsid w:val="007C3E31"/>
    <w:rsid w:val="007D112C"/>
    <w:rsid w:val="007D155C"/>
    <w:rsid w:val="007D22D7"/>
    <w:rsid w:val="007D31AA"/>
    <w:rsid w:val="007D3973"/>
    <w:rsid w:val="007D41B2"/>
    <w:rsid w:val="007D54B0"/>
    <w:rsid w:val="007D76BE"/>
    <w:rsid w:val="007E3575"/>
    <w:rsid w:val="007E4689"/>
    <w:rsid w:val="007E5B9B"/>
    <w:rsid w:val="007E5CFC"/>
    <w:rsid w:val="007E6757"/>
    <w:rsid w:val="007F1EE8"/>
    <w:rsid w:val="007F39FD"/>
    <w:rsid w:val="00801D4D"/>
    <w:rsid w:val="00802537"/>
    <w:rsid w:val="00802A19"/>
    <w:rsid w:val="0080439A"/>
    <w:rsid w:val="008132C1"/>
    <w:rsid w:val="00813E86"/>
    <w:rsid w:val="00822E70"/>
    <w:rsid w:val="00823077"/>
    <w:rsid w:val="00823F47"/>
    <w:rsid w:val="008374C1"/>
    <w:rsid w:val="00842985"/>
    <w:rsid w:val="00842C63"/>
    <w:rsid w:val="008445BA"/>
    <w:rsid w:val="00846545"/>
    <w:rsid w:val="00846867"/>
    <w:rsid w:val="00850CA2"/>
    <w:rsid w:val="0085298A"/>
    <w:rsid w:val="00852D18"/>
    <w:rsid w:val="00854992"/>
    <w:rsid w:val="0085597B"/>
    <w:rsid w:val="00860980"/>
    <w:rsid w:val="008625B8"/>
    <w:rsid w:val="008628FA"/>
    <w:rsid w:val="00864164"/>
    <w:rsid w:val="008675E0"/>
    <w:rsid w:val="00875445"/>
    <w:rsid w:val="008871E3"/>
    <w:rsid w:val="008871F7"/>
    <w:rsid w:val="00891849"/>
    <w:rsid w:val="00893482"/>
    <w:rsid w:val="00894A55"/>
    <w:rsid w:val="00895B76"/>
    <w:rsid w:val="00896344"/>
    <w:rsid w:val="008A2EF1"/>
    <w:rsid w:val="008A3A7E"/>
    <w:rsid w:val="008A710E"/>
    <w:rsid w:val="008A7E08"/>
    <w:rsid w:val="008B27A1"/>
    <w:rsid w:val="008B2E63"/>
    <w:rsid w:val="008B316C"/>
    <w:rsid w:val="008B5888"/>
    <w:rsid w:val="008B61CC"/>
    <w:rsid w:val="008B66EF"/>
    <w:rsid w:val="008B6CB6"/>
    <w:rsid w:val="008C1B3D"/>
    <w:rsid w:val="008C5682"/>
    <w:rsid w:val="008C781D"/>
    <w:rsid w:val="008E02C4"/>
    <w:rsid w:val="008E179B"/>
    <w:rsid w:val="008E1FAA"/>
    <w:rsid w:val="008E2DBA"/>
    <w:rsid w:val="008E6DAE"/>
    <w:rsid w:val="008F09A4"/>
    <w:rsid w:val="008F0FB5"/>
    <w:rsid w:val="008F1786"/>
    <w:rsid w:val="008F1A26"/>
    <w:rsid w:val="008F3C9C"/>
    <w:rsid w:val="008F468E"/>
    <w:rsid w:val="008F63C7"/>
    <w:rsid w:val="00900A76"/>
    <w:rsid w:val="00900A8B"/>
    <w:rsid w:val="00901B74"/>
    <w:rsid w:val="00906077"/>
    <w:rsid w:val="00907253"/>
    <w:rsid w:val="009151AC"/>
    <w:rsid w:val="00920D13"/>
    <w:rsid w:val="0092530F"/>
    <w:rsid w:val="00930AA9"/>
    <w:rsid w:val="00932887"/>
    <w:rsid w:val="00934638"/>
    <w:rsid w:val="00935672"/>
    <w:rsid w:val="0093580D"/>
    <w:rsid w:val="00940C90"/>
    <w:rsid w:val="009423FA"/>
    <w:rsid w:val="00945149"/>
    <w:rsid w:val="009541C4"/>
    <w:rsid w:val="0095570A"/>
    <w:rsid w:val="00955EF4"/>
    <w:rsid w:val="00956754"/>
    <w:rsid w:val="00956F72"/>
    <w:rsid w:val="00960219"/>
    <w:rsid w:val="0096068B"/>
    <w:rsid w:val="00966972"/>
    <w:rsid w:val="00967D68"/>
    <w:rsid w:val="009703BC"/>
    <w:rsid w:val="009712AC"/>
    <w:rsid w:val="00972000"/>
    <w:rsid w:val="0097343A"/>
    <w:rsid w:val="00974F40"/>
    <w:rsid w:val="009758E5"/>
    <w:rsid w:val="009815E8"/>
    <w:rsid w:val="00984629"/>
    <w:rsid w:val="00986DDC"/>
    <w:rsid w:val="00990E64"/>
    <w:rsid w:val="00993C12"/>
    <w:rsid w:val="0099421C"/>
    <w:rsid w:val="00994734"/>
    <w:rsid w:val="00997ABA"/>
    <w:rsid w:val="009A0F30"/>
    <w:rsid w:val="009B19DD"/>
    <w:rsid w:val="009B2615"/>
    <w:rsid w:val="009B414A"/>
    <w:rsid w:val="009B6B69"/>
    <w:rsid w:val="009B728F"/>
    <w:rsid w:val="009C7741"/>
    <w:rsid w:val="009D358E"/>
    <w:rsid w:val="009D4CF9"/>
    <w:rsid w:val="009D5F03"/>
    <w:rsid w:val="009E0739"/>
    <w:rsid w:val="009E5605"/>
    <w:rsid w:val="009E5B51"/>
    <w:rsid w:val="009E6DC4"/>
    <w:rsid w:val="009E7E49"/>
    <w:rsid w:val="009F0241"/>
    <w:rsid w:val="009F12A1"/>
    <w:rsid w:val="009F2481"/>
    <w:rsid w:val="009F3CE1"/>
    <w:rsid w:val="009F3E44"/>
    <w:rsid w:val="00A0035E"/>
    <w:rsid w:val="00A00C8D"/>
    <w:rsid w:val="00A01FFC"/>
    <w:rsid w:val="00A04B57"/>
    <w:rsid w:val="00A05CED"/>
    <w:rsid w:val="00A06802"/>
    <w:rsid w:val="00A111CD"/>
    <w:rsid w:val="00A12973"/>
    <w:rsid w:val="00A12B85"/>
    <w:rsid w:val="00A14B97"/>
    <w:rsid w:val="00A154A2"/>
    <w:rsid w:val="00A15702"/>
    <w:rsid w:val="00A17E69"/>
    <w:rsid w:val="00A237E6"/>
    <w:rsid w:val="00A25725"/>
    <w:rsid w:val="00A25D61"/>
    <w:rsid w:val="00A30BBD"/>
    <w:rsid w:val="00A326E9"/>
    <w:rsid w:val="00A34990"/>
    <w:rsid w:val="00A40A70"/>
    <w:rsid w:val="00A416A9"/>
    <w:rsid w:val="00A418E3"/>
    <w:rsid w:val="00A437FD"/>
    <w:rsid w:val="00A45864"/>
    <w:rsid w:val="00A53D41"/>
    <w:rsid w:val="00A54E90"/>
    <w:rsid w:val="00A5779B"/>
    <w:rsid w:val="00A5790E"/>
    <w:rsid w:val="00A57B8A"/>
    <w:rsid w:val="00A65CCF"/>
    <w:rsid w:val="00A74440"/>
    <w:rsid w:val="00A817AB"/>
    <w:rsid w:val="00A8357F"/>
    <w:rsid w:val="00A8499A"/>
    <w:rsid w:val="00A84C24"/>
    <w:rsid w:val="00A85804"/>
    <w:rsid w:val="00A86FA1"/>
    <w:rsid w:val="00A921BA"/>
    <w:rsid w:val="00A93BE7"/>
    <w:rsid w:val="00A95E36"/>
    <w:rsid w:val="00A969E3"/>
    <w:rsid w:val="00AA14CC"/>
    <w:rsid w:val="00AA17D4"/>
    <w:rsid w:val="00AA3252"/>
    <w:rsid w:val="00AA65B7"/>
    <w:rsid w:val="00AB0A4D"/>
    <w:rsid w:val="00AB2332"/>
    <w:rsid w:val="00AB41D5"/>
    <w:rsid w:val="00AB7D37"/>
    <w:rsid w:val="00AC49FF"/>
    <w:rsid w:val="00AC4BD6"/>
    <w:rsid w:val="00AC5FC8"/>
    <w:rsid w:val="00AC79D8"/>
    <w:rsid w:val="00AD09FF"/>
    <w:rsid w:val="00AD3A3B"/>
    <w:rsid w:val="00AE0094"/>
    <w:rsid w:val="00AE134C"/>
    <w:rsid w:val="00AE7DFC"/>
    <w:rsid w:val="00AF39A9"/>
    <w:rsid w:val="00AF3F14"/>
    <w:rsid w:val="00B0073E"/>
    <w:rsid w:val="00B01A1E"/>
    <w:rsid w:val="00B01EE0"/>
    <w:rsid w:val="00B10862"/>
    <w:rsid w:val="00B127FE"/>
    <w:rsid w:val="00B130B6"/>
    <w:rsid w:val="00B1471A"/>
    <w:rsid w:val="00B1753D"/>
    <w:rsid w:val="00B22F96"/>
    <w:rsid w:val="00B23D32"/>
    <w:rsid w:val="00B32725"/>
    <w:rsid w:val="00B409B4"/>
    <w:rsid w:val="00B4652F"/>
    <w:rsid w:val="00B479A3"/>
    <w:rsid w:val="00B5777E"/>
    <w:rsid w:val="00B65A79"/>
    <w:rsid w:val="00B66325"/>
    <w:rsid w:val="00B738A7"/>
    <w:rsid w:val="00B77AA1"/>
    <w:rsid w:val="00B8002A"/>
    <w:rsid w:val="00B82FA1"/>
    <w:rsid w:val="00B84015"/>
    <w:rsid w:val="00B96238"/>
    <w:rsid w:val="00BA0FB1"/>
    <w:rsid w:val="00BA1534"/>
    <w:rsid w:val="00BA5002"/>
    <w:rsid w:val="00BA50BE"/>
    <w:rsid w:val="00BA5C0F"/>
    <w:rsid w:val="00BB5CDB"/>
    <w:rsid w:val="00BC2FF2"/>
    <w:rsid w:val="00BD420F"/>
    <w:rsid w:val="00BD65F5"/>
    <w:rsid w:val="00BD7801"/>
    <w:rsid w:val="00BE31F1"/>
    <w:rsid w:val="00BE3DD7"/>
    <w:rsid w:val="00BE6A0B"/>
    <w:rsid w:val="00BF2107"/>
    <w:rsid w:val="00BF3476"/>
    <w:rsid w:val="00BF3ED6"/>
    <w:rsid w:val="00BF530B"/>
    <w:rsid w:val="00BF75D6"/>
    <w:rsid w:val="00C034D1"/>
    <w:rsid w:val="00C06B31"/>
    <w:rsid w:val="00C10391"/>
    <w:rsid w:val="00C122F2"/>
    <w:rsid w:val="00C17F8C"/>
    <w:rsid w:val="00C26EC3"/>
    <w:rsid w:val="00C34874"/>
    <w:rsid w:val="00C36A5B"/>
    <w:rsid w:val="00C44905"/>
    <w:rsid w:val="00C501F6"/>
    <w:rsid w:val="00C57BE9"/>
    <w:rsid w:val="00C60B5F"/>
    <w:rsid w:val="00C64B68"/>
    <w:rsid w:val="00C66C29"/>
    <w:rsid w:val="00C709AB"/>
    <w:rsid w:val="00C73251"/>
    <w:rsid w:val="00C74152"/>
    <w:rsid w:val="00C75809"/>
    <w:rsid w:val="00C85236"/>
    <w:rsid w:val="00C85D9B"/>
    <w:rsid w:val="00C90CE1"/>
    <w:rsid w:val="00C9133D"/>
    <w:rsid w:val="00C92209"/>
    <w:rsid w:val="00C94D3C"/>
    <w:rsid w:val="00C958E2"/>
    <w:rsid w:val="00C979FF"/>
    <w:rsid w:val="00C97DE4"/>
    <w:rsid w:val="00CA0099"/>
    <w:rsid w:val="00CA017F"/>
    <w:rsid w:val="00CA634B"/>
    <w:rsid w:val="00CA6CE3"/>
    <w:rsid w:val="00CC7173"/>
    <w:rsid w:val="00CD06AA"/>
    <w:rsid w:val="00CD0791"/>
    <w:rsid w:val="00CD3B14"/>
    <w:rsid w:val="00CD5E46"/>
    <w:rsid w:val="00CD7230"/>
    <w:rsid w:val="00CD7AC5"/>
    <w:rsid w:val="00CE1F4A"/>
    <w:rsid w:val="00CE4F50"/>
    <w:rsid w:val="00CE57C6"/>
    <w:rsid w:val="00CF12C3"/>
    <w:rsid w:val="00CF384B"/>
    <w:rsid w:val="00CF59B6"/>
    <w:rsid w:val="00D02364"/>
    <w:rsid w:val="00D047F4"/>
    <w:rsid w:val="00D12E47"/>
    <w:rsid w:val="00D21244"/>
    <w:rsid w:val="00D22FCB"/>
    <w:rsid w:val="00D25E08"/>
    <w:rsid w:val="00D26EF3"/>
    <w:rsid w:val="00D3691F"/>
    <w:rsid w:val="00D40B5C"/>
    <w:rsid w:val="00D41D55"/>
    <w:rsid w:val="00D478BB"/>
    <w:rsid w:val="00D5294A"/>
    <w:rsid w:val="00D5631C"/>
    <w:rsid w:val="00D63ED9"/>
    <w:rsid w:val="00D72463"/>
    <w:rsid w:val="00D737ED"/>
    <w:rsid w:val="00D750EF"/>
    <w:rsid w:val="00D856BD"/>
    <w:rsid w:val="00D85D6A"/>
    <w:rsid w:val="00D91ED6"/>
    <w:rsid w:val="00D93151"/>
    <w:rsid w:val="00D9491E"/>
    <w:rsid w:val="00D97070"/>
    <w:rsid w:val="00DA45AF"/>
    <w:rsid w:val="00DA4716"/>
    <w:rsid w:val="00DA6436"/>
    <w:rsid w:val="00DB04B9"/>
    <w:rsid w:val="00DC2B4F"/>
    <w:rsid w:val="00DD0CEC"/>
    <w:rsid w:val="00DD5694"/>
    <w:rsid w:val="00DD705B"/>
    <w:rsid w:val="00DD7AFE"/>
    <w:rsid w:val="00DE2BF7"/>
    <w:rsid w:val="00DF0BF9"/>
    <w:rsid w:val="00DF7AFD"/>
    <w:rsid w:val="00E004A3"/>
    <w:rsid w:val="00E01CDC"/>
    <w:rsid w:val="00E03D69"/>
    <w:rsid w:val="00E157B8"/>
    <w:rsid w:val="00E1640D"/>
    <w:rsid w:val="00E2290B"/>
    <w:rsid w:val="00E23236"/>
    <w:rsid w:val="00E25638"/>
    <w:rsid w:val="00E25A48"/>
    <w:rsid w:val="00E26A47"/>
    <w:rsid w:val="00E30B3A"/>
    <w:rsid w:val="00E36420"/>
    <w:rsid w:val="00E4056E"/>
    <w:rsid w:val="00E405AD"/>
    <w:rsid w:val="00E40CD5"/>
    <w:rsid w:val="00E57EF8"/>
    <w:rsid w:val="00E61DAD"/>
    <w:rsid w:val="00E71F52"/>
    <w:rsid w:val="00E744A4"/>
    <w:rsid w:val="00E76217"/>
    <w:rsid w:val="00E77EF8"/>
    <w:rsid w:val="00E80015"/>
    <w:rsid w:val="00E80951"/>
    <w:rsid w:val="00E83226"/>
    <w:rsid w:val="00E864D7"/>
    <w:rsid w:val="00E874AE"/>
    <w:rsid w:val="00E91681"/>
    <w:rsid w:val="00E92B15"/>
    <w:rsid w:val="00E969B6"/>
    <w:rsid w:val="00EA3CF9"/>
    <w:rsid w:val="00EA5803"/>
    <w:rsid w:val="00EB0E22"/>
    <w:rsid w:val="00EB1C21"/>
    <w:rsid w:val="00EB5A93"/>
    <w:rsid w:val="00EB5E34"/>
    <w:rsid w:val="00EC00D4"/>
    <w:rsid w:val="00EC05C9"/>
    <w:rsid w:val="00EC2401"/>
    <w:rsid w:val="00EC4BFF"/>
    <w:rsid w:val="00EC5210"/>
    <w:rsid w:val="00EC7D7C"/>
    <w:rsid w:val="00ED2BD2"/>
    <w:rsid w:val="00EF3A4B"/>
    <w:rsid w:val="00EF5AD0"/>
    <w:rsid w:val="00EF62CB"/>
    <w:rsid w:val="00F01675"/>
    <w:rsid w:val="00F03200"/>
    <w:rsid w:val="00F03BDD"/>
    <w:rsid w:val="00F05C64"/>
    <w:rsid w:val="00F113D0"/>
    <w:rsid w:val="00F12116"/>
    <w:rsid w:val="00F21818"/>
    <w:rsid w:val="00F2404B"/>
    <w:rsid w:val="00F24B3E"/>
    <w:rsid w:val="00F26F38"/>
    <w:rsid w:val="00F33916"/>
    <w:rsid w:val="00F4585E"/>
    <w:rsid w:val="00F46A4E"/>
    <w:rsid w:val="00F4791A"/>
    <w:rsid w:val="00F5499C"/>
    <w:rsid w:val="00F56B04"/>
    <w:rsid w:val="00F56E00"/>
    <w:rsid w:val="00F60BFC"/>
    <w:rsid w:val="00F612F4"/>
    <w:rsid w:val="00F6207D"/>
    <w:rsid w:val="00F6212A"/>
    <w:rsid w:val="00F63E00"/>
    <w:rsid w:val="00F66AAA"/>
    <w:rsid w:val="00F67196"/>
    <w:rsid w:val="00F77591"/>
    <w:rsid w:val="00F82142"/>
    <w:rsid w:val="00F84AD3"/>
    <w:rsid w:val="00F859CD"/>
    <w:rsid w:val="00F90339"/>
    <w:rsid w:val="00F91980"/>
    <w:rsid w:val="00F940CC"/>
    <w:rsid w:val="00F944CE"/>
    <w:rsid w:val="00F94816"/>
    <w:rsid w:val="00F96B32"/>
    <w:rsid w:val="00F96B3A"/>
    <w:rsid w:val="00FA078B"/>
    <w:rsid w:val="00FA1EFF"/>
    <w:rsid w:val="00FA469F"/>
    <w:rsid w:val="00FA6184"/>
    <w:rsid w:val="00FB079C"/>
    <w:rsid w:val="00FB1904"/>
    <w:rsid w:val="00FB2901"/>
    <w:rsid w:val="00FB6110"/>
    <w:rsid w:val="00FC05DC"/>
    <w:rsid w:val="00FC1739"/>
    <w:rsid w:val="00FC4C73"/>
    <w:rsid w:val="00FD755E"/>
    <w:rsid w:val="00FE1B37"/>
    <w:rsid w:val="00FE2718"/>
    <w:rsid w:val="00FE54F3"/>
    <w:rsid w:val="00FE594E"/>
    <w:rsid w:val="00FF184C"/>
    <w:rsid w:val="00FF226C"/>
    <w:rsid w:val="00FF3926"/>
    <w:rsid w:val="00FF5273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E661EE2"/>
  <w15:docId w15:val="{921B5DA5-1DDD-414C-B1E2-1CAE5C19F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7173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pPr>
      <w:keepNext/>
      <w:tabs>
        <w:tab w:val="center" w:pos="4275"/>
        <w:tab w:val="left" w:pos="4320"/>
        <w:tab w:val="left" w:pos="4568"/>
        <w:tab w:val="left" w:pos="5022"/>
        <w:tab w:val="left" w:pos="5271"/>
        <w:tab w:val="left" w:pos="6480"/>
      </w:tabs>
      <w:spacing w:after="43"/>
      <w:ind w:right="-55"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pPr>
      <w:keepNext/>
      <w:tabs>
        <w:tab w:val="left" w:pos="1134"/>
      </w:tabs>
      <w:jc w:val="both"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nhideWhenUsed/>
    <w:qFormat/>
    <w:rsid w:val="003449CF"/>
    <w:pPr>
      <w:keepNext/>
      <w:keepLines/>
      <w:spacing w:before="200"/>
      <w:outlineLvl w:val="2"/>
    </w:pPr>
    <w:rPr>
      <w:rFonts w:ascii="Cambria" w:eastAsia="SimSun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sz w:val="28"/>
    </w:rPr>
  </w:style>
  <w:style w:type="paragraph" w:styleId="BodyText">
    <w:name w:val="Body Text"/>
    <w:basedOn w:val="Normal"/>
    <w:pPr>
      <w:tabs>
        <w:tab w:val="left" w:pos="-720"/>
      </w:tabs>
    </w:pPr>
    <w:rPr>
      <w:szCs w:val="20"/>
    </w:rPr>
  </w:style>
  <w:style w:type="paragraph" w:styleId="BodyText2">
    <w:name w:val="Body Text 2"/>
    <w:basedOn w:val="Normal"/>
    <w:pPr>
      <w:tabs>
        <w:tab w:val="center" w:pos="4275"/>
        <w:tab w:val="left" w:pos="4320"/>
        <w:tab w:val="left" w:pos="4568"/>
        <w:tab w:val="left" w:pos="5022"/>
        <w:tab w:val="left" w:pos="5271"/>
        <w:tab w:val="left" w:pos="6480"/>
      </w:tabs>
      <w:spacing w:after="43"/>
      <w:ind w:right="-55"/>
    </w:p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Helvetica" w:hAnsi="Helvetica"/>
      <w:lang w:val="en-GB"/>
    </w:rPr>
  </w:style>
  <w:style w:type="paragraph" w:styleId="BodyText3">
    <w:name w:val="Body Text 3"/>
    <w:basedOn w:val="Normal"/>
    <w:pPr>
      <w:tabs>
        <w:tab w:val="left" w:pos="1134"/>
      </w:tabs>
      <w:jc w:val="both"/>
    </w:pPr>
    <w:rPr>
      <w:b/>
      <w:bCs/>
      <w:i/>
      <w:iCs/>
      <w:sz w:val="22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8B6CB6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character" w:customStyle="1" w:styleId="HeaderChar">
    <w:name w:val="Header Char"/>
    <w:link w:val="Header"/>
    <w:rsid w:val="008B6CB6"/>
    <w:rPr>
      <w:rFonts w:ascii="Helvetica" w:hAnsi="Helvetica"/>
      <w:sz w:val="24"/>
      <w:szCs w:val="24"/>
      <w:lang w:val="en-GB"/>
    </w:rPr>
  </w:style>
  <w:style w:type="character" w:customStyle="1" w:styleId="FooterChar">
    <w:name w:val="Footer Char"/>
    <w:link w:val="Footer"/>
    <w:uiPriority w:val="99"/>
    <w:rsid w:val="002C2EBF"/>
    <w:rPr>
      <w:sz w:val="24"/>
      <w:szCs w:val="24"/>
    </w:rPr>
  </w:style>
  <w:style w:type="paragraph" w:styleId="BalloonText">
    <w:name w:val="Balloon Text"/>
    <w:basedOn w:val="Normal"/>
    <w:link w:val="BalloonTextChar"/>
    <w:rsid w:val="009E073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9E0739"/>
    <w:rPr>
      <w:rFonts w:ascii="Tahoma" w:hAnsi="Tahoma" w:cs="Tahoma"/>
      <w:sz w:val="16"/>
      <w:szCs w:val="16"/>
    </w:rPr>
  </w:style>
  <w:style w:type="character" w:customStyle="1" w:styleId="shorttext">
    <w:name w:val="short_text"/>
    <w:basedOn w:val="DefaultParagraphFont"/>
    <w:rsid w:val="00AC79D8"/>
  </w:style>
  <w:style w:type="character" w:customStyle="1" w:styleId="Heading3Char">
    <w:name w:val="Heading 3 Char"/>
    <w:link w:val="Heading3"/>
    <w:rsid w:val="003449CF"/>
    <w:rPr>
      <w:rFonts w:ascii="Cambria" w:eastAsia="SimSun" w:hAnsi="Cambria" w:cs="Times New Roman"/>
      <w:b/>
      <w:bCs/>
      <w:color w:val="4F81BD"/>
      <w:sz w:val="24"/>
      <w:szCs w:val="24"/>
    </w:rPr>
  </w:style>
  <w:style w:type="paragraph" w:styleId="NormalWeb">
    <w:name w:val="Normal (Web)"/>
    <w:basedOn w:val="Normal"/>
    <w:uiPriority w:val="99"/>
    <w:unhideWhenUsed/>
    <w:rsid w:val="003449CF"/>
    <w:pPr>
      <w:spacing w:before="100" w:beforeAutospacing="1" w:after="100" w:afterAutospacing="1"/>
    </w:pPr>
  </w:style>
  <w:style w:type="table" w:styleId="TableGrid">
    <w:name w:val="Table Grid"/>
    <w:basedOn w:val="TableNormal"/>
    <w:uiPriority w:val="59"/>
    <w:rsid w:val="000472A2"/>
    <w:rPr>
      <w:lang w:val="nb-NO"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unhideWhenUsed/>
    <w:rsid w:val="005E523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E523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E5232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E5232"/>
    <w:rPr>
      <w:b/>
      <w:bCs/>
    </w:rPr>
  </w:style>
  <w:style w:type="character" w:customStyle="1" w:styleId="CommentSubjectChar">
    <w:name w:val="Comment Subject Char"/>
    <w:link w:val="CommentSubject"/>
    <w:semiHidden/>
    <w:rsid w:val="005E5232"/>
    <w:rPr>
      <w:b/>
      <w:bCs/>
    </w:rPr>
  </w:style>
  <w:style w:type="character" w:customStyle="1" w:styleId="hovertarget">
    <w:name w:val="hover_target"/>
    <w:basedOn w:val="DefaultParagraphFont"/>
    <w:rsid w:val="007E3575"/>
  </w:style>
  <w:style w:type="paragraph" w:customStyle="1" w:styleId="Blockquote">
    <w:name w:val="Blockquote"/>
    <w:basedOn w:val="Normal"/>
    <w:rsid w:val="00CF384B"/>
    <w:pPr>
      <w:widowControl w:val="0"/>
      <w:spacing w:before="100" w:after="100"/>
      <w:ind w:left="360" w:right="360"/>
    </w:pPr>
    <w:rPr>
      <w:snapToGrid w:val="0"/>
      <w:szCs w:val="20"/>
    </w:rPr>
  </w:style>
  <w:style w:type="table" w:styleId="GridTable2-Accent1">
    <w:name w:val="Grid Table 2 Accent 1"/>
    <w:basedOn w:val="TableNormal"/>
    <w:uiPriority w:val="47"/>
    <w:rsid w:val="008628FA"/>
    <w:tblPr>
      <w:tblStyleRowBandSize w:val="1"/>
      <w:tblStyleColBandSize w:val="1"/>
      <w:tblBorders>
        <w:top w:val="single" w:sz="2" w:space="0" w:color="95B3D7"/>
        <w:bottom w:val="single" w:sz="2" w:space="0" w:color="95B3D7"/>
        <w:insideH w:val="single" w:sz="2" w:space="0" w:color="95B3D7"/>
        <w:insideV w:val="single" w:sz="2" w:space="0" w:color="95B3D7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95B3D7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character" w:styleId="Hyperlink">
    <w:name w:val="Hyperlink"/>
    <w:unhideWhenUsed/>
    <w:rsid w:val="00357C1B"/>
    <w:rPr>
      <w:color w:val="0000FF"/>
      <w:u w:val="single"/>
    </w:rPr>
  </w:style>
  <w:style w:type="character" w:customStyle="1" w:styleId="grouplabel">
    <w:name w:val="group_label"/>
    <w:basedOn w:val="DefaultParagraphFont"/>
    <w:rsid w:val="00EB0E22"/>
  </w:style>
  <w:style w:type="character" w:customStyle="1" w:styleId="required-flag">
    <w:name w:val="required-flag"/>
    <w:basedOn w:val="DefaultParagraphFont"/>
    <w:rsid w:val="00EB0E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5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4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7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8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8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2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4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7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4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43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1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50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0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9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4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5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8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9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fgo_procurement@wvi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ahimi.AFGOWV\Desktop\RFQ%20Template%20FY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814C8-F146-4F98-956E-D9C853C19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RFQ Template FY14</Template>
  <TotalTime>2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REQUEST FOR QUOTATION (RFQ)</vt:lpstr>
    </vt:vector>
  </TitlesOfParts>
  <Company>World Vision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REQUEST FOR QUOTATION (RFQ)</dc:title>
  <dc:subject/>
  <dc:creator>Asef Yosoufi</dc:creator>
  <cp:keywords/>
  <dc:description/>
  <cp:lastModifiedBy>Leonard Asige</cp:lastModifiedBy>
  <cp:revision>7</cp:revision>
  <cp:lastPrinted>2020-03-15T05:15:00Z</cp:lastPrinted>
  <dcterms:created xsi:type="dcterms:W3CDTF">2021-09-16T11:17:00Z</dcterms:created>
  <dcterms:modified xsi:type="dcterms:W3CDTF">2021-09-17T09:20:00Z</dcterms:modified>
</cp:coreProperties>
</file>